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3EBCE" w14:textId="77777777" w:rsidR="00C10C2D" w:rsidRDefault="00C10C2D" w:rsidP="00B94694">
      <w:pPr>
        <w:pStyle w:val="Pealkiri"/>
      </w:pPr>
    </w:p>
    <w:p w14:paraId="1D2F0367" w14:textId="02DA405D" w:rsidR="00B94694" w:rsidRPr="005A3A33" w:rsidRDefault="001950D6" w:rsidP="00B94694">
      <w:pPr>
        <w:pStyle w:val="Pealkiri"/>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5F32F1" w:rsidRPr="005F32F1">
        <w:rPr>
          <w:lang w:val="en-AU"/>
        </w:rPr>
        <w:fldChar w:fldCharType="begin"/>
      </w:r>
      <w:r w:rsidR="005F32F1" w:rsidRPr="005F32F1">
        <w:rPr>
          <w:lang w:val="en-AU"/>
        </w:rPr>
        <w:instrText>MACROBUTTON NoMacro [Lepingu number]</w:instrText>
      </w:r>
      <w:r w:rsidR="005F32F1" w:rsidRPr="005F32F1">
        <w:fldChar w:fldCharType="end"/>
      </w:r>
    </w:p>
    <w:p w14:paraId="2FA24835" w14:textId="77777777" w:rsidR="00B94694" w:rsidRPr="005A3A33" w:rsidRDefault="00B94694" w:rsidP="00B94694">
      <w:pPr>
        <w:jc w:val="both"/>
        <w:rPr>
          <w:spacing w:val="0"/>
          <w:szCs w:val="18"/>
        </w:rPr>
      </w:pPr>
    </w:p>
    <w:p w14:paraId="7FB8DF29" w14:textId="77777777" w:rsidR="00B94694" w:rsidRDefault="00B94694" w:rsidP="008D247D">
      <w:pPr>
        <w:tabs>
          <w:tab w:val="right" w:pos="9000"/>
        </w:tabs>
        <w:jc w:val="both"/>
        <w:rPr>
          <w:spacing w:val="0"/>
          <w:szCs w:val="18"/>
        </w:rPr>
      </w:pPr>
    </w:p>
    <w:p w14:paraId="725613CA"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6B421BCD" w14:textId="77777777" w:rsidR="00B94694" w:rsidRPr="005A3A33" w:rsidRDefault="00B94694" w:rsidP="00B94694">
      <w:pPr>
        <w:jc w:val="both"/>
        <w:rPr>
          <w:spacing w:val="0"/>
        </w:rPr>
      </w:pPr>
    </w:p>
    <w:p w14:paraId="62316535"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juhatuse </w:t>
      </w:r>
      <w:r w:rsidR="005F32F1" w:rsidRPr="005F32F1">
        <w:rPr>
          <w:spacing w:val="0"/>
          <w:szCs w:val="18"/>
          <w:lang w:val="en-AU"/>
        </w:rPr>
        <w:fldChar w:fldCharType="begin"/>
      </w:r>
      <w:r w:rsidR="005F32F1" w:rsidRPr="00865FC7">
        <w:rPr>
          <w:spacing w:val="0"/>
          <w:szCs w:val="18"/>
        </w:rPr>
        <w:instrText>MACROBUTTON NoMacro [kuupäev]</w:instrText>
      </w:r>
      <w:r w:rsidR="005F32F1" w:rsidRPr="005F32F1">
        <w:rPr>
          <w:spacing w:val="0"/>
          <w:szCs w:val="18"/>
        </w:rPr>
        <w:fldChar w:fldCharType="end"/>
      </w:r>
      <w:r w:rsidR="001F694C" w:rsidRPr="005A3A33">
        <w:rPr>
          <w:spacing w:val="0"/>
        </w:rPr>
        <w:t xml:space="preserve"> otsusega nr </w:t>
      </w:r>
      <w:r w:rsidR="00865FC7" w:rsidRPr="005F32F1">
        <w:rPr>
          <w:spacing w:val="0"/>
          <w:szCs w:val="18"/>
          <w:lang w:val="en-AU"/>
        </w:rPr>
        <w:fldChar w:fldCharType="begin"/>
      </w:r>
      <w:r w:rsidR="00865FC7" w:rsidRPr="00865FC7">
        <w:rPr>
          <w:spacing w:val="0"/>
          <w:szCs w:val="18"/>
        </w:rPr>
        <w:instrText>MACROBUTTON NoMacro [</w:instrText>
      </w:r>
      <w:r w:rsidR="00865FC7">
        <w:rPr>
          <w:spacing w:val="0"/>
          <w:szCs w:val="18"/>
        </w:rPr>
        <w:instrText>otsuse number</w:instrText>
      </w:r>
      <w:r w:rsidR="00865FC7" w:rsidRPr="00865FC7">
        <w:rPr>
          <w:spacing w:val="0"/>
          <w:szCs w:val="18"/>
        </w:rPr>
        <w:instrText>]</w:instrText>
      </w:r>
      <w:r w:rsidR="00865FC7" w:rsidRPr="005F32F1">
        <w:rPr>
          <w:spacing w:val="0"/>
          <w:szCs w:val="18"/>
        </w:rPr>
        <w:fldChar w:fldCharType="end"/>
      </w:r>
      <w:r w:rsidR="001F694C" w:rsidRPr="005A3A33">
        <w:rPr>
          <w:spacing w:val="0"/>
        </w:rPr>
        <w:t xml:space="preserve"> </w:t>
      </w:r>
      <w:r w:rsidR="00F343EA" w:rsidRPr="005A3A33">
        <w:rPr>
          <w:spacing w:val="0"/>
        </w:rPr>
        <w:t xml:space="preserve">kinnitatud </w:t>
      </w:r>
      <w:r w:rsidR="00865FC7" w:rsidRPr="00865FC7">
        <w:rPr>
          <w:spacing w:val="0"/>
          <w:lang w:val="en-AU"/>
        </w:rPr>
        <w:fldChar w:fldCharType="begin"/>
      </w:r>
      <w:r w:rsidR="00865FC7" w:rsidRPr="00865FC7">
        <w:rPr>
          <w:spacing w:val="0"/>
        </w:rPr>
        <w:instrText>MACROBUTTON NoMacro [</w:instrText>
      </w:r>
      <w:r w:rsidR="00865FC7">
        <w:rPr>
          <w:spacing w:val="0"/>
        </w:rPr>
        <w:instrText>struktuuriüksus</w:instrText>
      </w:r>
      <w:r w:rsidR="00865FC7" w:rsidRPr="00865FC7">
        <w:rPr>
          <w:spacing w:val="0"/>
        </w:rPr>
        <w:instrText>]</w:instrText>
      </w:r>
      <w:r w:rsidR="00865FC7" w:rsidRPr="00865FC7">
        <w:rPr>
          <w:spacing w:val="0"/>
        </w:rPr>
        <w:fldChar w:fldCharType="end"/>
      </w:r>
      <w:r w:rsidR="001F694C" w:rsidRPr="005A3A33">
        <w:rPr>
          <w:spacing w:val="0"/>
        </w:rPr>
        <w:t xml:space="preserve"> </w:t>
      </w:r>
      <w:r w:rsidR="00F343EA" w:rsidRPr="005A3A33">
        <w:rPr>
          <w:spacing w:val="0"/>
        </w:rPr>
        <w:t>põhi</w:t>
      </w:r>
      <w:r w:rsidR="001F694C" w:rsidRPr="005A3A33">
        <w:rPr>
          <w:spacing w:val="0"/>
        </w:rPr>
        <w:t>määruse</w:t>
      </w:r>
      <w:r w:rsidR="000310AC">
        <w:rPr>
          <w:spacing w:val="0"/>
        </w:rPr>
        <w:t xml:space="preserve">/ juhatuse liikme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1F694C" w:rsidRPr="005A3A33">
        <w:rPr>
          <w:spacing w:val="0"/>
        </w:rPr>
        <w:t xml:space="preserve"> </w:t>
      </w:r>
      <w:r w:rsidR="000310AC">
        <w:rPr>
          <w:spacing w:val="0"/>
        </w:rPr>
        <w:t xml:space="preserve">käskkirja nr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0310AC">
        <w:rPr>
          <w:spacing w:val="0"/>
        </w:rPr>
        <w:t xml:space="preserve"> </w:t>
      </w:r>
      <w:r w:rsidR="001F694C" w:rsidRPr="005A3A33">
        <w:rPr>
          <w:spacing w:val="0"/>
        </w:rPr>
        <w:t xml:space="preserve">alusel </w:t>
      </w:r>
      <w:r w:rsidR="00865FC7" w:rsidRPr="005F32F1">
        <w:rPr>
          <w:b/>
          <w:spacing w:val="0"/>
          <w:lang w:val="en-AU"/>
        </w:rPr>
        <w:fldChar w:fldCharType="begin"/>
      </w:r>
      <w:r w:rsidR="00865FC7" w:rsidRPr="005F32F1">
        <w:rPr>
          <w:b/>
          <w:spacing w:val="0"/>
        </w:rPr>
        <w:instrText>MACROBUTTON NoMacro [ametinimetus]</w:instrText>
      </w:r>
      <w:r w:rsidR="00865FC7" w:rsidRPr="005F32F1">
        <w:rPr>
          <w:spacing w:val="0"/>
        </w:rPr>
        <w:fldChar w:fldCharType="end"/>
      </w:r>
      <w:r w:rsidR="00865FC7" w:rsidRPr="005F32F1">
        <w:rPr>
          <w:spacing w:val="0"/>
        </w:rPr>
        <w:t xml:space="preserve"> </w:t>
      </w:r>
      <w:r w:rsidR="00865FC7" w:rsidRPr="005F32F1">
        <w:rPr>
          <w:b/>
          <w:spacing w:val="0"/>
          <w:lang w:val="en-AU"/>
        </w:rPr>
        <w:fldChar w:fldCharType="begin"/>
      </w:r>
      <w:r w:rsidR="00865FC7" w:rsidRPr="005F32F1">
        <w:rPr>
          <w:b/>
          <w:spacing w:val="0"/>
        </w:rPr>
        <w:instrText>MACROBUTTON NoMacro [Eesnimi Nimi]</w:instrText>
      </w:r>
      <w:r w:rsidR="00865FC7" w:rsidRPr="005F32F1">
        <w:rPr>
          <w:spacing w:val="0"/>
        </w:rPr>
        <w:fldChar w:fldCharType="end"/>
      </w:r>
      <w:r w:rsidRPr="005A3A33">
        <w:rPr>
          <w:b/>
          <w:bCs/>
          <w:spacing w:val="0"/>
        </w:rPr>
        <w:t>,</w:t>
      </w:r>
      <w:r w:rsidRPr="005A3A33">
        <w:rPr>
          <w:spacing w:val="0"/>
        </w:rPr>
        <w:t xml:space="preserve"> ühelt poolt,</w:t>
      </w:r>
    </w:p>
    <w:p w14:paraId="1C048516" w14:textId="77777777" w:rsidR="00B94694" w:rsidRPr="005A3A33" w:rsidRDefault="005F32F1" w:rsidP="005F32F1">
      <w:pPr>
        <w:spacing w:after="240"/>
        <w:jc w:val="both"/>
        <w:rPr>
          <w:spacing w:val="0"/>
        </w:rPr>
      </w:pPr>
      <w:r w:rsidRPr="005F32F1">
        <w:rPr>
          <w:spacing w:val="0"/>
        </w:rPr>
        <w:t xml:space="preserve">ja </w:t>
      </w:r>
      <w:r w:rsidRPr="005F32F1">
        <w:rPr>
          <w:b/>
          <w:spacing w:val="0"/>
          <w:lang w:val="en-AU"/>
        </w:rPr>
        <w:fldChar w:fldCharType="begin"/>
      </w:r>
      <w:r w:rsidRPr="005F32F1">
        <w:rPr>
          <w:b/>
          <w:spacing w:val="0"/>
        </w:rPr>
        <w:instrText>MACROBUTTON NoMacro [Ettevõtte nimi]</w:instrText>
      </w:r>
      <w:r w:rsidRPr="005F32F1">
        <w:rPr>
          <w:spacing w:val="0"/>
        </w:rPr>
        <w:fldChar w:fldCharType="end"/>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Pr="005F32F1">
        <w:rPr>
          <w:b/>
          <w:spacing w:val="0"/>
          <w:lang w:val="en-AU"/>
        </w:rPr>
        <w:fldChar w:fldCharType="begin"/>
      </w:r>
      <w:r w:rsidRPr="005F32F1">
        <w:rPr>
          <w:b/>
          <w:spacing w:val="0"/>
        </w:rPr>
        <w:instrText>MACROBUTTON NoMacro [ametinimetus]</w:instrText>
      </w:r>
      <w:r w:rsidRPr="005F32F1">
        <w:rPr>
          <w:spacing w:val="0"/>
        </w:rPr>
        <w:fldChar w:fldCharType="end"/>
      </w:r>
      <w:r w:rsidRPr="005F32F1">
        <w:rPr>
          <w:spacing w:val="0"/>
        </w:rPr>
        <w:t xml:space="preserve"> </w:t>
      </w:r>
      <w:r w:rsidRPr="005F32F1">
        <w:rPr>
          <w:b/>
          <w:spacing w:val="0"/>
          <w:lang w:val="en-AU"/>
        </w:rPr>
        <w:fldChar w:fldCharType="begin"/>
      </w:r>
      <w:r w:rsidRPr="005F32F1">
        <w:rPr>
          <w:b/>
          <w:spacing w:val="0"/>
        </w:rPr>
        <w:instrText>MACROBUTTON NoMacro [Eesnimi Nimi]</w:instrText>
      </w:r>
      <w:r w:rsidRPr="005F32F1">
        <w:rPr>
          <w:spacing w:val="0"/>
        </w:rPr>
        <w:fldChar w:fldCharType="end"/>
      </w:r>
      <w:r w:rsidRPr="005F32F1">
        <w:rPr>
          <w:spacing w:val="0"/>
        </w:rPr>
        <w:t xml:space="preserve">, kes tegutseb </w:t>
      </w:r>
      <w:r w:rsidRPr="005F32F1">
        <w:rPr>
          <w:b/>
          <w:spacing w:val="0"/>
          <w:lang w:val="en-AU"/>
        </w:rPr>
        <w:fldChar w:fldCharType="begin"/>
      </w:r>
      <w:r w:rsidRPr="005F32F1">
        <w:rPr>
          <w:b/>
          <w:spacing w:val="0"/>
        </w:rPr>
        <w:instrText>MACROBUTTON NoMacro [kas põhikirja või volituse]</w:instrText>
      </w:r>
      <w:r w:rsidRPr="005F32F1">
        <w:rPr>
          <w:spacing w:val="0"/>
        </w:rPr>
        <w:fldChar w:fldCharType="end"/>
      </w:r>
      <w:r>
        <w:rPr>
          <w:spacing w:val="0"/>
        </w:rPr>
        <w:t xml:space="preserve"> </w:t>
      </w:r>
      <w:r w:rsidRPr="005F32F1">
        <w:rPr>
          <w:spacing w:val="0"/>
        </w:rPr>
        <w:t xml:space="preserve">alusel, teiselt poolt, </w:t>
      </w:r>
    </w:p>
    <w:p w14:paraId="747266DE"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63E15698" w14:textId="77777777"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(viitenumber </w:t>
      </w:r>
      <w:r w:rsidR="0085737D" w:rsidRPr="005F32F1">
        <w:rPr>
          <w:spacing w:val="0"/>
          <w:szCs w:val="18"/>
          <w:lang w:val="en-AU"/>
        </w:rPr>
        <w:fldChar w:fldCharType="begin"/>
      </w:r>
      <w:r w:rsidR="0085737D" w:rsidRPr="00865FC7">
        <w:rPr>
          <w:spacing w:val="0"/>
          <w:szCs w:val="18"/>
        </w:rPr>
        <w:instrText>MACROBUTTON NoMacro [</w:instrText>
      </w:r>
      <w:r w:rsidR="0085737D">
        <w:rPr>
          <w:spacing w:val="0"/>
          <w:szCs w:val="18"/>
        </w:rPr>
        <w:instrText>number</w:instrText>
      </w:r>
      <w:r w:rsidR="0085737D" w:rsidRPr="00865FC7">
        <w:rPr>
          <w:spacing w:val="0"/>
          <w:szCs w:val="18"/>
        </w:rPr>
        <w:instrText>]</w:instrText>
      </w:r>
      <w:r w:rsidR="0085737D" w:rsidRPr="005F32F1">
        <w:rPr>
          <w:spacing w:val="0"/>
          <w:szCs w:val="18"/>
        </w:rPr>
        <w:fldChar w:fldCharType="end"/>
      </w:r>
      <w:r w:rsidR="001950D6">
        <w:rPr>
          <w:spacing w:val="0"/>
          <w:szCs w:val="18"/>
        </w:rPr>
        <w:t xml:space="preserve">) tulemusena </w:t>
      </w:r>
      <w:r w:rsidRPr="005A3A33">
        <w:rPr>
          <w:spacing w:val="0"/>
          <w:szCs w:val="18"/>
        </w:rPr>
        <w:t>all</w:t>
      </w:r>
      <w:r w:rsidR="008D247D" w:rsidRPr="005A3A33">
        <w:rPr>
          <w:spacing w:val="0"/>
          <w:szCs w:val="18"/>
        </w:rPr>
        <w:t>järgnevas:</w:t>
      </w:r>
    </w:p>
    <w:p w14:paraId="56C4007A"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38531A71" w14:textId="37C5CD8F" w:rsidR="007A2FCE" w:rsidRPr="005A3A33" w:rsidRDefault="00B94694" w:rsidP="009109EE">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maakond, vald, asula, aadress või kinnistu number</w:instrText>
      </w:r>
      <w:r w:rsidR="002171BB" w:rsidRPr="00865FC7">
        <w:rPr>
          <w:spacing w:val="0"/>
          <w:szCs w:val="18"/>
        </w:rPr>
        <w:instrText>]</w:instrText>
      </w:r>
      <w:r w:rsidR="002171BB" w:rsidRPr="005F32F1">
        <w:rPr>
          <w:spacing w:val="0"/>
          <w:szCs w:val="18"/>
        </w:rPr>
        <w:fldChar w:fldCharType="end"/>
      </w:r>
      <w:r w:rsidR="00C002C5" w:rsidRPr="005A3A33">
        <w:rPr>
          <w:spacing w:val="0"/>
          <w:szCs w:val="18"/>
        </w:rPr>
        <w:t xml:space="preserve"> asuva </w:t>
      </w:r>
      <w:r w:rsidR="002171BB" w:rsidRPr="005F32F1">
        <w:rPr>
          <w:b/>
          <w:spacing w:val="0"/>
          <w:lang w:val="en-AU"/>
        </w:rPr>
        <w:fldChar w:fldCharType="begin"/>
      </w:r>
      <w:r w:rsidR="002171BB" w:rsidRPr="005F32F1">
        <w:rPr>
          <w:b/>
          <w:spacing w:val="0"/>
        </w:rPr>
        <w:instrText>M</w:instrText>
      </w:r>
      <w:r w:rsidR="002171BB">
        <w:rPr>
          <w:b/>
          <w:spacing w:val="0"/>
        </w:rPr>
        <w:instrText>ACROBUTTON NoMacro [</w:instrText>
      </w:r>
      <w:r w:rsidR="00873E55">
        <w:rPr>
          <w:b/>
          <w:spacing w:val="0"/>
        </w:rPr>
        <w:instrText>Ehitise</w:instrText>
      </w:r>
      <w:r w:rsidR="002171BB">
        <w:rPr>
          <w:b/>
          <w:spacing w:val="0"/>
        </w:rPr>
        <w:instrText xml:space="preserve"> nimi</w:instrText>
      </w:r>
      <w:r w:rsidR="002171BB" w:rsidRPr="005F32F1">
        <w:rPr>
          <w:b/>
          <w:spacing w:val="0"/>
        </w:rPr>
        <w:instrText>]</w:instrText>
      </w:r>
      <w:r w:rsidR="002171BB" w:rsidRPr="005F32F1">
        <w:rPr>
          <w:spacing w:val="0"/>
        </w:rPr>
        <w:fldChar w:fldCharType="end"/>
      </w:r>
      <w:r w:rsidRPr="005A3A33">
        <w:rPr>
          <w:spacing w:val="0"/>
          <w:szCs w:val="18"/>
        </w:rPr>
        <w:t xml:space="preserve"> </w:t>
      </w:r>
      <w:r w:rsidR="007A2FCE" w:rsidRPr="005A3A33">
        <w:rPr>
          <w:spacing w:val="0"/>
          <w:szCs w:val="18"/>
        </w:rPr>
        <w:t>(</w:t>
      </w:r>
      <w:r w:rsidR="00C002C5" w:rsidRPr="005A3A33">
        <w:rPr>
          <w:spacing w:val="0"/>
          <w:szCs w:val="18"/>
        </w:rPr>
        <w:t>riigi kinnisvararegistri objekti kood</w:t>
      </w:r>
      <w:r w:rsidR="009109EE" w:rsidRPr="009109EE">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kood</w:instrText>
      </w:r>
      <w:r w:rsidR="002171BB" w:rsidRPr="00865FC7">
        <w:rPr>
          <w:spacing w:val="0"/>
          <w:szCs w:val="18"/>
        </w:rPr>
        <w:instrText>]</w:instrText>
      </w:r>
      <w:r w:rsidR="002171BB" w:rsidRPr="005F32F1">
        <w:rPr>
          <w:spacing w:val="0"/>
          <w:szCs w:val="18"/>
        </w:rPr>
        <w:fldChar w:fldCharType="end"/>
      </w:r>
      <w:r w:rsidR="0013298D" w:rsidRPr="005A3A33">
        <w:rPr>
          <w:spacing w:val="0"/>
          <w:szCs w:val="18"/>
        </w:rPr>
        <w:t xml:space="preserve"> </w:t>
      </w:r>
      <w:r w:rsidR="009D178B" w:rsidRPr="005A3A33">
        <w:rPr>
          <w:spacing w:val="0"/>
          <w:szCs w:val="18"/>
        </w:rPr>
        <w:t>ja</w:t>
      </w:r>
      <w:r w:rsidR="0013298D" w:rsidRPr="005A3A33">
        <w:rPr>
          <w:spacing w:val="0"/>
          <w:szCs w:val="18"/>
        </w:rPr>
        <w:t xml:space="preserve"> nim</w:t>
      </w:r>
      <w:r w:rsidR="009D178B" w:rsidRPr="005A3A33">
        <w:rPr>
          <w:spacing w:val="0"/>
          <w:szCs w:val="18"/>
        </w:rPr>
        <w:t>i</w:t>
      </w:r>
      <w:r w:rsidR="0013298D" w:rsidRPr="005A3A33">
        <w:rPr>
          <w:spacing w:val="0"/>
          <w:szCs w:val="18"/>
        </w:rPr>
        <w:t xml:space="preserve"> </w:t>
      </w:r>
      <w:r w:rsidR="002171BB" w:rsidRPr="005F32F1">
        <w:rPr>
          <w:spacing w:val="0"/>
          <w:szCs w:val="18"/>
          <w:lang w:val="en-AU"/>
        </w:rPr>
        <w:fldChar w:fldCharType="begin"/>
      </w:r>
      <w:r w:rsidR="002171BB" w:rsidRPr="00865FC7">
        <w:rPr>
          <w:spacing w:val="0"/>
          <w:szCs w:val="18"/>
        </w:rPr>
        <w:instrText>MACROBUTTON NoMacro [</w:instrText>
      </w:r>
      <w:r w:rsidR="002171BB">
        <w:rPr>
          <w:spacing w:val="0"/>
          <w:szCs w:val="18"/>
        </w:rPr>
        <w:instrText>objekti nimetus kinnivararegistris</w:instrText>
      </w:r>
      <w:r w:rsidR="002171BB" w:rsidRPr="00865FC7">
        <w:rPr>
          <w:spacing w:val="0"/>
          <w:szCs w:val="18"/>
        </w:rPr>
        <w:instrText>]</w:instrText>
      </w:r>
      <w:r w:rsidR="002171BB" w:rsidRPr="005F32F1">
        <w:rPr>
          <w:spacing w:val="0"/>
          <w:szCs w:val="18"/>
        </w:rPr>
        <w:fldChar w:fldCharType="end"/>
      </w:r>
      <w:r w:rsidR="009D178B" w:rsidRPr="005A3A33">
        <w:rPr>
          <w:spacing w:val="0"/>
          <w:szCs w:val="18"/>
        </w:rPr>
        <w:t>)</w:t>
      </w:r>
      <w:r w:rsidR="00C002C5"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7A541D" w:rsidRPr="005A3A33">
        <w:rPr>
          <w:b/>
          <w:spacing w:val="0"/>
          <w:szCs w:val="18"/>
        </w:rPr>
        <w:t>hitus- ja remonttööd</w:t>
      </w:r>
      <w:r w:rsidR="00833639">
        <w:rPr>
          <w:b/>
          <w:spacing w:val="0"/>
          <w:szCs w:val="18"/>
        </w:rPr>
        <w:t xml:space="preserve"> ning </w:t>
      </w:r>
      <w:proofErr w:type="spellStart"/>
      <w:r w:rsidR="00833639">
        <w:rPr>
          <w:b/>
          <w:spacing w:val="0"/>
          <w:szCs w:val="18"/>
        </w:rPr>
        <w:t>muinsuskaitselised</w:t>
      </w:r>
      <w:proofErr w:type="spellEnd"/>
      <w:r w:rsidR="00833639">
        <w:rPr>
          <w:b/>
          <w:spacing w:val="0"/>
          <w:szCs w:val="18"/>
        </w:rPr>
        <w:t xml:space="preserve"> restaureerimistööd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672A3DE3"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5A950953"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2293A985" w14:textId="77777777" w:rsidR="00D353D2" w:rsidRPr="00873E55" w:rsidRDefault="002171BB" w:rsidP="00D353D2">
      <w:pPr>
        <w:numPr>
          <w:ilvl w:val="2"/>
          <w:numId w:val="1"/>
        </w:numPr>
        <w:spacing w:after="120"/>
        <w:rPr>
          <w:spacing w:val="0"/>
        </w:rPr>
      </w:pPr>
      <w:r w:rsidRPr="005F32F1">
        <w:rPr>
          <w:spacing w:val="0"/>
          <w:szCs w:val="18"/>
          <w:lang w:val="en-AU"/>
        </w:rPr>
        <w:fldChar w:fldCharType="begin"/>
      </w:r>
      <w:r w:rsidRPr="00865FC7">
        <w:rPr>
          <w:spacing w:val="0"/>
          <w:szCs w:val="18"/>
        </w:rPr>
        <w:instrText>MACROBUTTON NoMacro [</w:instrText>
      </w:r>
      <w:r>
        <w:rPr>
          <w:spacing w:val="0"/>
          <w:szCs w:val="18"/>
        </w:rPr>
        <w:instrText>Projekteerimisettevõte</w:instrText>
      </w:r>
      <w:r w:rsidRPr="00865FC7">
        <w:rPr>
          <w:spacing w:val="0"/>
          <w:szCs w:val="18"/>
        </w:rPr>
        <w:instrText>]</w:instrText>
      </w:r>
      <w:r w:rsidRPr="005F32F1">
        <w:rPr>
          <w:spacing w:val="0"/>
          <w:szCs w:val="18"/>
        </w:rPr>
        <w:fldChar w:fldCharType="end"/>
      </w:r>
      <w:r>
        <w:rPr>
          <w:rFonts w:eastAsia="Times-Roman"/>
          <w:spacing w:val="0"/>
        </w:rPr>
        <w:t xml:space="preserve"> poolt koostatud </w:t>
      </w:r>
      <w:r w:rsidRPr="005F32F1">
        <w:rPr>
          <w:spacing w:val="0"/>
          <w:szCs w:val="18"/>
          <w:lang w:val="en-AU"/>
        </w:rPr>
        <w:fldChar w:fldCharType="begin"/>
      </w:r>
      <w:r w:rsidRPr="00865FC7">
        <w:rPr>
          <w:spacing w:val="0"/>
          <w:szCs w:val="18"/>
        </w:rPr>
        <w:instrText>MACROBUTTON NoMacro [</w:instrText>
      </w:r>
      <w:r w:rsidR="00E66062">
        <w:rPr>
          <w:spacing w:val="0"/>
          <w:szCs w:val="18"/>
        </w:rPr>
        <w:instrText xml:space="preserve">eel </w:instrText>
      </w:r>
      <w:r>
        <w:rPr>
          <w:spacing w:val="0"/>
          <w:szCs w:val="18"/>
        </w:rPr>
        <w:instrText xml:space="preserve">- või </w:instrText>
      </w:r>
      <w:r w:rsidR="00E66062" w:rsidRPr="00E66062">
        <w:rPr>
          <w:spacing w:val="0"/>
          <w:szCs w:val="18"/>
        </w:rPr>
        <w:instrText xml:space="preserve"> </w:instrText>
      </w:r>
      <w:r w:rsidR="00E66062">
        <w:rPr>
          <w:spacing w:val="0"/>
          <w:szCs w:val="18"/>
        </w:rPr>
        <w:instrText xml:space="preserve">põhi </w:instrText>
      </w:r>
      <w:r>
        <w:rPr>
          <w:spacing w:val="0"/>
          <w:szCs w:val="18"/>
        </w:rPr>
        <w:instrText xml:space="preserve">- </w:instrText>
      </w:r>
      <w:r w:rsidR="00E66062">
        <w:rPr>
          <w:spacing w:val="0"/>
          <w:szCs w:val="18"/>
        </w:rPr>
        <w:instrText xml:space="preserve">või töö- </w:instrText>
      </w:r>
      <w:r>
        <w:rPr>
          <w:spacing w:val="0"/>
          <w:szCs w:val="18"/>
        </w:rPr>
        <w:instrText>või eritöö-</w:instrText>
      </w:r>
      <w:r w:rsidRPr="00865FC7">
        <w:rPr>
          <w:spacing w:val="0"/>
          <w:szCs w:val="18"/>
        </w:rPr>
        <w:instrText>]</w:instrText>
      </w:r>
      <w:r w:rsidRPr="005F32F1">
        <w:rPr>
          <w:spacing w:val="0"/>
          <w:szCs w:val="18"/>
        </w:rPr>
        <w:fldChar w:fldCharType="end"/>
      </w:r>
      <w:r w:rsidR="00D353D2" w:rsidRPr="002A22A1">
        <w:rPr>
          <w:rFonts w:eastAsia="Times-Roman"/>
          <w:spacing w:val="0"/>
        </w:rPr>
        <w:t>projekt (töö nr</w:t>
      </w:r>
      <w:r>
        <w:rPr>
          <w:rFonts w:eastAsia="Times-Roman"/>
          <w:spacing w:val="0"/>
        </w:rPr>
        <w:t xml:space="preserve"> </w:t>
      </w:r>
      <w:r w:rsidRPr="005F32F1">
        <w:rPr>
          <w:spacing w:val="0"/>
          <w:szCs w:val="18"/>
          <w:lang w:val="en-AU"/>
        </w:rPr>
        <w:fldChar w:fldCharType="begin"/>
      </w:r>
      <w:r w:rsidRPr="00865FC7">
        <w:rPr>
          <w:spacing w:val="0"/>
          <w:szCs w:val="18"/>
        </w:rPr>
        <w:instrText>MACROBUTTON NoMacro [</w:instrText>
      </w:r>
      <w:r>
        <w:rPr>
          <w:spacing w:val="0"/>
          <w:szCs w:val="18"/>
        </w:rPr>
        <w:instrText>töö number</w:instrText>
      </w:r>
      <w:r w:rsidRPr="00865FC7">
        <w:rPr>
          <w:spacing w:val="0"/>
          <w:szCs w:val="18"/>
        </w:rPr>
        <w:instrText>]</w:instrText>
      </w:r>
      <w:r w:rsidRPr="005F32F1">
        <w:rPr>
          <w:spacing w:val="0"/>
          <w:szCs w:val="18"/>
        </w:rPr>
        <w:fldChar w:fldCharType="end"/>
      </w:r>
      <w:r w:rsidR="00D353D2" w:rsidRPr="002A22A1">
        <w:rPr>
          <w:rFonts w:eastAsia="Times-Roman"/>
          <w:spacing w:val="0"/>
        </w:rPr>
        <w:t xml:space="preserve">, </w:t>
      </w:r>
      <w:r w:rsidRPr="005F32F1">
        <w:rPr>
          <w:spacing w:val="0"/>
          <w:szCs w:val="18"/>
          <w:lang w:val="en-AU"/>
        </w:rPr>
        <w:fldChar w:fldCharType="begin"/>
      </w:r>
      <w:r w:rsidRPr="00865FC7">
        <w:rPr>
          <w:spacing w:val="0"/>
          <w:szCs w:val="18"/>
        </w:rPr>
        <w:instrText>MACROBUTTON NoMacro [</w:instrText>
      </w:r>
      <w:r w:rsidR="00E66062">
        <w:rPr>
          <w:spacing w:val="0"/>
          <w:szCs w:val="18"/>
        </w:rPr>
        <w:instrText>t</w:instrText>
      </w:r>
      <w:r>
        <w:rPr>
          <w:spacing w:val="0"/>
          <w:szCs w:val="18"/>
        </w:rPr>
        <w:instrText>öö nimetus</w:instrText>
      </w:r>
      <w:r w:rsidRPr="00865FC7">
        <w:rPr>
          <w:spacing w:val="0"/>
          <w:szCs w:val="18"/>
        </w:rPr>
        <w:instrText>]</w:instrText>
      </w:r>
      <w:r w:rsidRPr="005F32F1">
        <w:rPr>
          <w:spacing w:val="0"/>
          <w:szCs w:val="18"/>
        </w:rPr>
        <w:fldChar w:fldCharType="end"/>
      </w:r>
      <w:r w:rsidR="00D353D2" w:rsidRPr="002A22A1">
        <w:rPr>
          <w:rFonts w:eastAsia="Times-Roman"/>
          <w:spacing w:val="0"/>
        </w:rPr>
        <w:t>);</w:t>
      </w:r>
    </w:p>
    <w:p w14:paraId="15DB0A2B" w14:textId="77777777" w:rsidR="00873E55" w:rsidRPr="002A22A1" w:rsidRDefault="00873E55" w:rsidP="00D353D2">
      <w:pPr>
        <w:numPr>
          <w:ilvl w:val="2"/>
          <w:numId w:val="1"/>
        </w:numPr>
        <w:spacing w:after="120"/>
        <w:rPr>
          <w:spacing w:val="0"/>
        </w:rPr>
      </w:pPr>
      <w:r>
        <w:rPr>
          <w:rFonts w:eastAsia="Times-Roman"/>
          <w:spacing w:val="0"/>
        </w:rPr>
        <w:t>…</w:t>
      </w:r>
    </w:p>
    <w:p w14:paraId="0F21C59A"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1DA65E58"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xml:space="preserve">, </w:t>
      </w:r>
      <w:proofErr w:type="spellStart"/>
      <w:r w:rsidR="009325FD" w:rsidRPr="005A3A33">
        <w:rPr>
          <w:spacing w:val="0"/>
        </w:rPr>
        <w:t>muinsuskaitselised</w:t>
      </w:r>
      <w:proofErr w:type="spellEnd"/>
      <w:r w:rsidR="009325FD" w:rsidRPr="005A3A33">
        <w:rPr>
          <w:spacing w:val="0"/>
        </w:rPr>
        <w:t xml:space="preserve">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„Ehituse töövõtu üldtingimustest“ (ETÜ 2013).</w:t>
      </w:r>
    </w:p>
    <w:p w14:paraId="127E0EB1"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09066309"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lastRenderedPageBreak/>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551215BA" w14:textId="77777777" w:rsidR="009603AB" w:rsidRPr="005A3A33" w:rsidRDefault="009603AB" w:rsidP="005B6CCC">
      <w:pPr>
        <w:tabs>
          <w:tab w:val="num" w:pos="1155"/>
        </w:tabs>
        <w:spacing w:after="120"/>
        <w:jc w:val="both"/>
        <w:rPr>
          <w:spacing w:val="0"/>
          <w:szCs w:val="18"/>
        </w:rPr>
      </w:pPr>
    </w:p>
    <w:p w14:paraId="31D86906"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5641C699" w14:textId="2382BA42"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E373C8">
        <w:rPr>
          <w:b/>
          <w:spacing w:val="0"/>
          <w:lang w:val="en-AU"/>
        </w:rPr>
        <w:t>1</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346CB6FF" w14:textId="3D56D975"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Tööüleandmise lõpptäht</w:t>
      </w:r>
      <w:r w:rsidR="00F343EA" w:rsidRPr="005A3A33">
        <w:rPr>
          <w:spacing w:val="0"/>
        </w:rPr>
        <w:t>päev</w:t>
      </w:r>
      <w:r w:rsidRPr="005A3A33">
        <w:rPr>
          <w:spacing w:val="0"/>
        </w:rPr>
        <w:t xml:space="preserve"> on </w:t>
      </w:r>
      <w:r w:rsidR="00E373C8">
        <w:rPr>
          <w:spacing w:val="0"/>
        </w:rPr>
        <w:t>31.10.2024.</w:t>
      </w:r>
    </w:p>
    <w:p w14:paraId="49B51F31"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447A6A60" w14:textId="77777777"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 xml:space="preserve">tööde </w:t>
      </w:r>
      <w:proofErr w:type="spellStart"/>
      <w:r w:rsidR="009E4BBE" w:rsidRPr="009D2603">
        <w:rPr>
          <w:b/>
          <w:spacing w:val="0"/>
        </w:rPr>
        <w:t>üldmaksumus</w:t>
      </w:r>
      <w:proofErr w:type="spellEnd"/>
      <w:r w:rsidR="009E4BBE" w:rsidRPr="009D2603">
        <w:rPr>
          <w:spacing w:val="0"/>
        </w:rPr>
        <w:t xml:space="preserve">)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357644" w:rsidRPr="009D2603">
        <w:rPr>
          <w:spacing w:val="0"/>
        </w:rPr>
        <w:t xml:space="preserve"> </w:t>
      </w:r>
      <w:r w:rsidRPr="009D2603">
        <w:rPr>
          <w:spacing w:val="0"/>
          <w:szCs w:val="18"/>
        </w:rPr>
        <w:t>(</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w:t>
      </w:r>
      <w:proofErr w:type="spellStart"/>
      <w:r w:rsidR="009E4BBE" w:rsidRPr="009D2603">
        <w:rPr>
          <w:b/>
          <w:spacing w:val="0"/>
          <w:szCs w:val="18"/>
        </w:rPr>
        <w:t>üldmaksumus</w:t>
      </w:r>
      <w:proofErr w:type="spellEnd"/>
      <w:r w:rsidR="009E4BBE" w:rsidRPr="009D2603">
        <w:rPr>
          <w:b/>
          <w:spacing w:val="0"/>
          <w:szCs w:val="18"/>
        </w:rPr>
        <w:t xml:space="preserve">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274FBAF8"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727DC2" w:rsidRPr="009D2603">
        <w:rPr>
          <w:spacing w:val="0"/>
          <w:szCs w:val="18"/>
        </w:rPr>
        <w:t xml:space="preserve"> (</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38C48A9F"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 xml:space="preserve">Tööde </w:t>
      </w:r>
      <w:proofErr w:type="spellStart"/>
      <w:r w:rsidRPr="009D2603">
        <w:rPr>
          <w:spacing w:val="0"/>
        </w:rPr>
        <w:t>üldmaksumus</w:t>
      </w:r>
      <w:proofErr w:type="spellEnd"/>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6706B706"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07A8430A"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5D2092A6"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45A6D71A"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2C96D065"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30C58543"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24963BA0" w14:textId="77777777" w:rsidR="0010269D" w:rsidRPr="005A3A33" w:rsidRDefault="008319DC" w:rsidP="008319DC">
      <w:pPr>
        <w:numPr>
          <w:ilvl w:val="1"/>
          <w:numId w:val="1"/>
        </w:numPr>
        <w:spacing w:after="120"/>
        <w:jc w:val="both"/>
        <w:rPr>
          <w:spacing w:val="0"/>
          <w:szCs w:val="18"/>
        </w:rPr>
      </w:pPr>
      <w:r w:rsidRPr="005A3A33">
        <w:rPr>
          <w:spacing w:val="0"/>
          <w:szCs w:val="18"/>
        </w:rPr>
        <w:lastRenderedPageBreak/>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327A2C4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1400D697"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7F3526EF"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proofErr w:type="spellStart"/>
      <w:r w:rsidRPr="005A3A33">
        <w:rPr>
          <w:spacing w:val="0"/>
          <w:szCs w:val="18"/>
        </w:rPr>
        <w:t>üldmaksumust</w:t>
      </w:r>
      <w:proofErr w:type="spellEnd"/>
      <w:r w:rsidRPr="005A3A33">
        <w:rPr>
          <w:spacing w:val="0"/>
          <w:szCs w:val="18"/>
        </w:rPr>
        <w:t xml:space="preserve"> ning </w:t>
      </w:r>
      <w:r w:rsidR="00BF5FC2">
        <w:rPr>
          <w:spacing w:val="0"/>
          <w:szCs w:val="18"/>
        </w:rPr>
        <w:t xml:space="preserve">tööde </w:t>
      </w:r>
      <w:r w:rsidRPr="005A3A33">
        <w:rPr>
          <w:spacing w:val="0"/>
          <w:szCs w:val="18"/>
        </w:rPr>
        <w:t>teostamise tähtaegu ainult juhul, kui on kohaselt vormistatud eelpoolnimetatud kokkulepe.</w:t>
      </w:r>
    </w:p>
    <w:p w14:paraId="352394FD"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w:t>
      </w:r>
      <w:proofErr w:type="spellStart"/>
      <w:r w:rsidR="0010269D" w:rsidRPr="005A3A33">
        <w:rPr>
          <w:spacing w:val="0"/>
          <w:szCs w:val="18"/>
        </w:rPr>
        <w:t>üldmaksumuse</w:t>
      </w:r>
      <w:proofErr w:type="spellEnd"/>
      <w:r w:rsidR="0010269D" w:rsidRPr="005A3A33">
        <w:rPr>
          <w:spacing w:val="0"/>
          <w:szCs w:val="18"/>
        </w:rPr>
        <w:t xml:space="preserv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3117729F"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6B9506E4"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4F363D75"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6EE0893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36FE0443"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49F6582E"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0AA1AE63"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77ABBEFD"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12CAE480"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0CACCE42"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lastRenderedPageBreak/>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C715F97"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046D04BE"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655B9B2D"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065D095C"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3A3CB323"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45B11FB4"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371A1C00"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FB0FD2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43EC69C7"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5FA2E284"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6D8B906"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433ED134"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5BEC904E"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1D68E711"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w:t>
      </w:r>
      <w:r w:rsidRPr="005A3A33">
        <w:rPr>
          <w:spacing w:val="0"/>
          <w:szCs w:val="18"/>
        </w:rPr>
        <w:lastRenderedPageBreak/>
        <w:t xml:space="preserve">(nn.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5C752BC6"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161D3867"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7A09895A"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5AE73BE7"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73F1F0A5"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23A9E114"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472C8EE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137367E6"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4D65A192"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4EF42EA9"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08AEF452"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3ADFA8F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w:t>
      </w:r>
      <w:proofErr w:type="spellStart"/>
      <w:r w:rsidRPr="005A3A33">
        <w:rPr>
          <w:spacing w:val="0"/>
          <w:szCs w:val="18"/>
        </w:rPr>
        <w:t>üldmaksumuse</w:t>
      </w:r>
      <w:proofErr w:type="spellEnd"/>
      <w:r w:rsidRPr="005A3A33">
        <w:rPr>
          <w:spacing w:val="0"/>
          <w:szCs w:val="18"/>
        </w:rPr>
        <w:t xml:space="preserve"> ületamist.</w:t>
      </w:r>
    </w:p>
    <w:p w14:paraId="3162920E"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2D89FA01"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2148C6D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7FFFFA37"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1A2F1C53"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1C5E57DF"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w:t>
      </w:r>
      <w:r w:rsidRPr="005A3A33">
        <w:rPr>
          <w:spacing w:val="0"/>
          <w:szCs w:val="18"/>
        </w:rPr>
        <w:lastRenderedPageBreak/>
        <w:t xml:space="preserve">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6A5DD6EF"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2D0B6F42"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2AB8080D"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7119A2BA"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7F84A8C3"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Pr="005A3A33">
        <w:rPr>
          <w:spacing w:val="0"/>
          <w:szCs w:val="18"/>
        </w:rPr>
        <w:t>üleandmata</w:t>
      </w:r>
      <w:proofErr w:type="spellEnd"/>
      <w:r w:rsidRPr="005A3A33">
        <w:rPr>
          <w:spacing w:val="0"/>
          <w:szCs w:val="18"/>
        </w:rPr>
        <w:t xml:space="preserve">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 xml:space="preserve">ellija esindaja soovi korral omal kulul avama </w:t>
      </w:r>
      <w:proofErr w:type="spellStart"/>
      <w:r w:rsidRPr="005A3A33">
        <w:rPr>
          <w:spacing w:val="0"/>
          <w:szCs w:val="18"/>
        </w:rPr>
        <w:t>üleandmata</w:t>
      </w:r>
      <w:proofErr w:type="spellEnd"/>
      <w:r w:rsidRPr="005A3A33">
        <w:rPr>
          <w:spacing w:val="0"/>
          <w:szCs w:val="18"/>
        </w:rPr>
        <w:t xml:space="preserve"> kaetud tööd.</w:t>
      </w:r>
      <w:r w:rsidR="003D7D70">
        <w:rPr>
          <w:spacing w:val="0"/>
          <w:szCs w:val="18"/>
        </w:rPr>
        <w:t xml:space="preserve"> Töövõtja kannab sel juhul kõik kaetud tööde avamise ning puuduste ilmnemisel ka tööde parandamisega kaasnevad kulud.</w:t>
      </w:r>
    </w:p>
    <w:p w14:paraId="1F4B2FF6"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227BB23B"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7E714E4E"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5BD61479"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3EDC55D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25D560C3"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05EDDBE8"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1119F633"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 xml:space="preserve">maksetähtaeg on </w:t>
      </w:r>
      <w:proofErr w:type="spellStart"/>
      <w:r w:rsidR="00580820" w:rsidRPr="005A3A33">
        <w:rPr>
          <w:spacing w:val="0"/>
        </w:rPr>
        <w:t>viisteist</w:t>
      </w:r>
      <w:proofErr w:type="spellEnd"/>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2C06CEBB"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 xml:space="preserve">epingu punktile </w:t>
      </w:r>
      <w:r w:rsidRPr="005A3A33">
        <w:rPr>
          <w:spacing w:val="0"/>
          <w:szCs w:val="18"/>
        </w:rPr>
        <w:lastRenderedPageBreak/>
        <w:t>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1C35AB5C"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1FBB094"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3FB1F488" w14:textId="77777777" w:rsidR="009603AB" w:rsidRDefault="009603AB" w:rsidP="009603AB">
      <w:pPr>
        <w:spacing w:after="120"/>
        <w:ind w:left="397"/>
        <w:jc w:val="both"/>
        <w:rPr>
          <w:spacing w:val="0"/>
        </w:rPr>
      </w:pPr>
    </w:p>
    <w:p w14:paraId="28FEEC49" w14:textId="77777777" w:rsidR="009603AB" w:rsidRPr="005A3A33" w:rsidRDefault="009603AB" w:rsidP="009603AB">
      <w:pPr>
        <w:spacing w:after="120"/>
        <w:ind w:left="397"/>
        <w:jc w:val="both"/>
        <w:rPr>
          <w:spacing w:val="0"/>
          <w:szCs w:val="18"/>
        </w:rPr>
      </w:pPr>
    </w:p>
    <w:p w14:paraId="56BB6F0E"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6FA05150"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745C531C"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14ED4C7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6E9C1FD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767F53EC"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0DC381A5"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205142A0"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6875C9FE"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09D2F543"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7D17B29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112B9EAE" w14:textId="77777777" w:rsidR="00A04F72" w:rsidRPr="002E558B" w:rsidRDefault="00A04F72" w:rsidP="002E558B">
      <w:pPr>
        <w:numPr>
          <w:ilvl w:val="1"/>
          <w:numId w:val="1"/>
        </w:numPr>
        <w:spacing w:after="120"/>
        <w:jc w:val="both"/>
        <w:rPr>
          <w:spacing w:val="0"/>
          <w:szCs w:val="18"/>
        </w:rPr>
      </w:pPr>
      <w:r w:rsidRPr="005A3A33">
        <w:rPr>
          <w:spacing w:val="0"/>
          <w:szCs w:val="18"/>
        </w:rPr>
        <w:lastRenderedPageBreak/>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51733FDE"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w:t>
      </w:r>
      <w:proofErr w:type="spellStart"/>
      <w:r w:rsidRPr="005A3A33">
        <w:rPr>
          <w:b/>
          <w:spacing w:val="0"/>
          <w:szCs w:val="18"/>
        </w:rPr>
        <w:t>viisteist</w:t>
      </w:r>
      <w:proofErr w:type="spellEnd"/>
      <w:r w:rsidRPr="005A3A33">
        <w:rPr>
          <w:b/>
          <w:spacing w:val="0"/>
          <w:szCs w:val="18"/>
        </w:rPr>
        <w:t xml:space="preserve"> protsenti) </w:t>
      </w:r>
      <w:r w:rsidRPr="005A3A33">
        <w:rPr>
          <w:spacing w:val="0"/>
          <w:szCs w:val="18"/>
        </w:rPr>
        <w:t>tähtajaks tasumata summalt iga viivitatud päeva eest (esitatud arvete alusel).</w:t>
      </w:r>
    </w:p>
    <w:p w14:paraId="4D660C80"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w:t>
      </w:r>
      <w:proofErr w:type="spellStart"/>
      <w:r w:rsidR="001023BF" w:rsidRPr="001023BF">
        <w:rPr>
          <w:spacing w:val="0"/>
          <w:szCs w:val="18"/>
        </w:rPr>
        <w:t>üldmaksumusest</w:t>
      </w:r>
      <w:proofErr w:type="spellEnd"/>
      <w:r w:rsidR="001023BF" w:rsidRPr="001023BF">
        <w:rPr>
          <w:spacing w:val="0"/>
          <w:szCs w:val="18"/>
        </w:rPr>
        <w:t xml:space="preserve">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5EFA7712" w14:textId="77777777" w:rsidR="009603AB" w:rsidRPr="005A3A33" w:rsidRDefault="009603AB" w:rsidP="009603AB">
      <w:pPr>
        <w:spacing w:after="120"/>
        <w:jc w:val="both"/>
        <w:rPr>
          <w:spacing w:val="0"/>
          <w:szCs w:val="18"/>
        </w:rPr>
      </w:pPr>
    </w:p>
    <w:p w14:paraId="49B6CEF2"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052DF8DA"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4FB07BFE"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40918CF9"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2ADA1429"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0B442B5C"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51402051"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2424B099"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D21B88" w:rsidRPr="0045429A">
        <w:rPr>
          <w:spacing w:val="0"/>
          <w:szCs w:val="18"/>
        </w:rPr>
        <w:fldChar w:fldCharType="begin"/>
      </w:r>
      <w:r w:rsidR="00D21B88" w:rsidRPr="0045429A">
        <w:rPr>
          <w:spacing w:val="0"/>
          <w:szCs w:val="18"/>
        </w:rPr>
        <w:instrText>MACROBUTTON NoMacro [amet]</w:instrText>
      </w:r>
      <w:r w:rsidR="00D21B88" w:rsidRPr="0045429A">
        <w:rPr>
          <w:spacing w:val="0"/>
          <w:szCs w:val="18"/>
        </w:rPr>
        <w:fldChar w:fldCharType="end"/>
      </w:r>
      <w:r>
        <w:rPr>
          <w:spacing w:val="0"/>
          <w:szCs w:val="18"/>
        </w:rPr>
        <w:t xml:space="preserve"> </w:t>
      </w:r>
      <w:r w:rsidR="00D21B88" w:rsidRPr="00D21B88">
        <w:rPr>
          <w:spacing w:val="-3"/>
        </w:rPr>
        <w:fldChar w:fldCharType="begin"/>
      </w:r>
      <w:r w:rsidR="00D21B88" w:rsidRPr="00D21B88">
        <w:rPr>
          <w:spacing w:val="-3"/>
        </w:rPr>
        <w:instrText>MACROBUTTON NoMacro [Eesnimi Perekonnanimi]</w:instrText>
      </w:r>
      <w:r w:rsidR="00D21B88" w:rsidRPr="00D21B88">
        <w:rPr>
          <w:spacing w:val="-3"/>
        </w:rPr>
        <w:fldChar w:fldCharType="end"/>
      </w:r>
      <w:r w:rsidR="00D21B88" w:rsidRPr="00D21B88">
        <w:rPr>
          <w:spacing w:val="-3"/>
        </w:rPr>
        <w:t xml:space="preserve"> tel. nr. </w:t>
      </w:r>
      <w:r w:rsidR="00D21B88" w:rsidRPr="00D21B88">
        <w:rPr>
          <w:spacing w:val="-3"/>
        </w:rPr>
        <w:fldChar w:fldCharType="begin"/>
      </w:r>
      <w:r w:rsidR="00D21B88" w:rsidRPr="00D21B88">
        <w:rPr>
          <w:spacing w:val="-3"/>
        </w:rPr>
        <w:instrText>MACROBUTTON NoMacro [telefoni nr]</w:instrText>
      </w:r>
      <w:r w:rsidR="00D21B88" w:rsidRPr="00D21B88">
        <w:rPr>
          <w:spacing w:val="-3"/>
        </w:rPr>
        <w:fldChar w:fldCharType="end"/>
      </w:r>
      <w:r w:rsidR="00D21B88" w:rsidRPr="00D21B88">
        <w:rPr>
          <w:spacing w:val="-3"/>
        </w:rPr>
        <w:t xml:space="preserve">, e-mail </w:t>
      </w:r>
      <w:r w:rsidR="00D21B88" w:rsidRPr="00D21B88">
        <w:rPr>
          <w:spacing w:val="-3"/>
        </w:rPr>
        <w:fldChar w:fldCharType="begin"/>
      </w:r>
      <w:r w:rsidR="00D21B88" w:rsidRPr="00D21B88">
        <w:rPr>
          <w:spacing w:val="-3"/>
        </w:rPr>
        <w:instrText>MACROBUTTON NoMacro [e-maili aadress]</w:instrText>
      </w:r>
      <w:r w:rsidR="00D21B88" w:rsidRPr="00D21B88">
        <w:rPr>
          <w:spacing w:val="-3"/>
        </w:rPr>
        <w:fldChar w:fldCharType="end"/>
      </w:r>
      <w:r w:rsidR="00D21B88" w:rsidRPr="00D21B88">
        <w:rPr>
          <w:spacing w:val="-3"/>
        </w:rPr>
        <w:t>;</w:t>
      </w:r>
    </w:p>
    <w:p w14:paraId="2E97AA03"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45429A">
        <w:rPr>
          <w:spacing w:val="0"/>
          <w:szCs w:val="18"/>
        </w:rPr>
        <w:fldChar w:fldCharType="begin"/>
      </w:r>
      <w:r w:rsidRPr="0045429A">
        <w:rPr>
          <w:spacing w:val="0"/>
          <w:szCs w:val="18"/>
        </w:rPr>
        <w:instrText>MACROBUTTON NoMacro [Eesnimi Perekonnanimi]</w:instrText>
      </w:r>
      <w:r w:rsidRPr="0045429A">
        <w:rPr>
          <w:spacing w:val="0"/>
          <w:szCs w:val="18"/>
        </w:rPr>
        <w:fldChar w:fldCharType="end"/>
      </w:r>
      <w:r w:rsidRPr="0045429A">
        <w:rPr>
          <w:spacing w:val="0"/>
          <w:szCs w:val="18"/>
        </w:rPr>
        <w:t xml:space="preserve"> tel. nr. </w:t>
      </w:r>
      <w:r w:rsidRPr="0045429A">
        <w:rPr>
          <w:spacing w:val="0"/>
          <w:szCs w:val="18"/>
        </w:rPr>
        <w:fldChar w:fldCharType="begin"/>
      </w:r>
      <w:r w:rsidRPr="0045429A">
        <w:rPr>
          <w:spacing w:val="0"/>
          <w:szCs w:val="18"/>
        </w:rPr>
        <w:instrText>MACROBUTTON NoMacro [telefoni nr]</w:instrText>
      </w:r>
      <w:r w:rsidRPr="0045429A">
        <w:rPr>
          <w:spacing w:val="0"/>
          <w:szCs w:val="18"/>
        </w:rPr>
        <w:fldChar w:fldCharType="end"/>
      </w:r>
      <w:r w:rsidRPr="0045429A">
        <w:rPr>
          <w:spacing w:val="0"/>
          <w:szCs w:val="18"/>
        </w:rPr>
        <w:t xml:space="preserve">, e-mail </w:t>
      </w:r>
      <w:r w:rsidRPr="0045429A">
        <w:rPr>
          <w:spacing w:val="0"/>
          <w:szCs w:val="18"/>
        </w:rPr>
        <w:fldChar w:fldCharType="begin"/>
      </w:r>
      <w:r w:rsidRPr="0045429A">
        <w:rPr>
          <w:spacing w:val="0"/>
          <w:szCs w:val="18"/>
        </w:rPr>
        <w:instrText>MACROBUTTON NoMacro [e-maili aadress]</w:instrText>
      </w:r>
      <w:r w:rsidRPr="0045429A">
        <w:rPr>
          <w:spacing w:val="0"/>
          <w:szCs w:val="18"/>
        </w:rPr>
        <w:fldChar w:fldCharType="end"/>
      </w:r>
      <w:r w:rsidRPr="0045429A">
        <w:rPr>
          <w:spacing w:val="0"/>
          <w:szCs w:val="18"/>
        </w:rPr>
        <w:t>;</w:t>
      </w:r>
    </w:p>
    <w:p w14:paraId="0B61F30F"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47B6423E"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36181C6A" w14:textId="77777777"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Pr="00D21B88">
        <w:rPr>
          <w:spacing w:val="0"/>
        </w:rPr>
        <w:t>;</w:t>
      </w:r>
    </w:p>
    <w:p w14:paraId="5606EAD2" w14:textId="77777777" w:rsidR="00D21B88" w:rsidRPr="00D21B88" w:rsidRDefault="00D21B88" w:rsidP="00D21B88">
      <w:pPr>
        <w:numPr>
          <w:ilvl w:val="2"/>
          <w:numId w:val="1"/>
        </w:numPr>
        <w:tabs>
          <w:tab w:val="left" w:pos="851"/>
        </w:tabs>
        <w:suppressAutoHyphens/>
        <w:spacing w:before="120"/>
        <w:jc w:val="both"/>
        <w:rPr>
          <w:spacing w:val="0"/>
        </w:rPr>
      </w:pPr>
      <w:r>
        <w:rPr>
          <w:spacing w:val="-3"/>
        </w:rPr>
        <w:lastRenderedPageBreak/>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0045429A">
        <w:rPr>
          <w:spacing w:val="0"/>
        </w:rPr>
        <w:t>;</w:t>
      </w:r>
    </w:p>
    <w:p w14:paraId="626B4BBC" w14:textId="77777777"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882874" w:rsidRPr="0045429A">
        <w:rPr>
          <w:spacing w:val="0"/>
          <w:szCs w:val="18"/>
        </w:rPr>
        <w:fldChar w:fldCharType="begin"/>
      </w:r>
      <w:r w:rsidR="00882874" w:rsidRPr="0045429A">
        <w:rPr>
          <w:spacing w:val="0"/>
          <w:szCs w:val="18"/>
        </w:rPr>
        <w:instrText>MACROBUTTON NoMacro [</w:instrText>
      </w:r>
      <w:r w:rsidR="00882874">
        <w:rPr>
          <w:spacing w:val="0"/>
          <w:szCs w:val="18"/>
        </w:rPr>
        <w:instrText>Ettevõtte nimi, milles töötab põhitöökohal</w:instrText>
      </w:r>
      <w:r w:rsidR="00882874" w:rsidRPr="0045429A">
        <w:rPr>
          <w:spacing w:val="0"/>
          <w:szCs w:val="18"/>
        </w:rPr>
        <w:instrText>]</w:instrText>
      </w:r>
      <w:r w:rsidR="00882874" w:rsidRPr="0045429A">
        <w:rPr>
          <w:spacing w:val="0"/>
          <w:szCs w:val="18"/>
        </w:rPr>
        <w:fldChar w:fldCharType="end"/>
      </w:r>
      <w:r w:rsidR="00882874">
        <w:rPr>
          <w:spacing w:val="0"/>
          <w:szCs w:val="18"/>
        </w:rPr>
        <w:t>,</w:t>
      </w:r>
      <w:r w:rsidR="00882874" w:rsidRPr="00882874">
        <w:rPr>
          <w:spacing w:val="0"/>
          <w:szCs w:val="18"/>
        </w:rPr>
        <w:t xml:space="preserve"> </w:t>
      </w:r>
      <w:r w:rsidR="00882874" w:rsidRPr="0045429A">
        <w:rPr>
          <w:spacing w:val="0"/>
          <w:szCs w:val="18"/>
        </w:rPr>
        <w:fldChar w:fldCharType="begin"/>
      </w:r>
      <w:r w:rsidR="00882874" w:rsidRPr="0045429A">
        <w:rPr>
          <w:spacing w:val="0"/>
          <w:szCs w:val="18"/>
        </w:rPr>
        <w:instrText>MACROBUTTON NoMacro [amet]</w:instrText>
      </w:r>
      <w:r w:rsidR="00882874" w:rsidRPr="0045429A">
        <w:rPr>
          <w:spacing w:val="0"/>
          <w:szCs w:val="18"/>
        </w:rPr>
        <w:fldChar w:fldCharType="end"/>
      </w:r>
      <w:r w:rsidR="00882874">
        <w:rPr>
          <w:spacing w:val="0"/>
          <w:szCs w:val="18"/>
        </w:rPr>
        <w:t xml:space="preserve"> </w:t>
      </w:r>
      <w:r w:rsidR="00882874" w:rsidRPr="00D21B88">
        <w:rPr>
          <w:spacing w:val="0"/>
        </w:rPr>
        <w:fldChar w:fldCharType="begin"/>
      </w:r>
      <w:r w:rsidR="00882874" w:rsidRPr="00D21B88">
        <w:rPr>
          <w:spacing w:val="0"/>
        </w:rPr>
        <w:instrText>MACROBUTTON NoMacro [Eesnimi Perekonnanimi]</w:instrText>
      </w:r>
      <w:r w:rsidR="00882874" w:rsidRPr="00D21B88">
        <w:rPr>
          <w:spacing w:val="0"/>
        </w:rPr>
        <w:fldChar w:fldCharType="end"/>
      </w:r>
      <w:r w:rsidR="00882874">
        <w:rPr>
          <w:spacing w:val="0"/>
        </w:rPr>
        <w:t>,</w:t>
      </w:r>
      <w:r w:rsidR="00882874" w:rsidRPr="00D21B88">
        <w:rPr>
          <w:spacing w:val="0"/>
        </w:rPr>
        <w:t xml:space="preserve"> tel. nr. </w:t>
      </w:r>
      <w:r w:rsidR="00882874" w:rsidRPr="00D21B88">
        <w:rPr>
          <w:spacing w:val="0"/>
        </w:rPr>
        <w:fldChar w:fldCharType="begin"/>
      </w:r>
      <w:r w:rsidR="00882874" w:rsidRPr="00D21B88">
        <w:rPr>
          <w:spacing w:val="0"/>
        </w:rPr>
        <w:instrText>MACROBUTTON NoMacro [telefoni nr]</w:instrText>
      </w:r>
      <w:r w:rsidR="00882874" w:rsidRPr="00D21B88">
        <w:rPr>
          <w:spacing w:val="0"/>
        </w:rPr>
        <w:fldChar w:fldCharType="end"/>
      </w:r>
      <w:r w:rsidR="009603AB">
        <w:rPr>
          <w:spacing w:val="0"/>
        </w:rPr>
        <w:t>, e-post</w:t>
      </w:r>
      <w:r w:rsidR="00882874" w:rsidRPr="00D21B88">
        <w:rPr>
          <w:spacing w:val="0"/>
        </w:rPr>
        <w:t xml:space="preserve"> </w:t>
      </w:r>
      <w:r w:rsidR="00882874" w:rsidRPr="00D21B88">
        <w:rPr>
          <w:spacing w:val="0"/>
        </w:rPr>
        <w:fldChar w:fldCharType="begin"/>
      </w:r>
      <w:r w:rsidR="00882874" w:rsidRPr="00D21B88">
        <w:rPr>
          <w:spacing w:val="0"/>
        </w:rPr>
        <w:instrText>MACROBUTTON NoMacro [e-maili aadress]</w:instrText>
      </w:r>
      <w:r w:rsidR="00882874" w:rsidRPr="00D21B88">
        <w:rPr>
          <w:spacing w:val="0"/>
        </w:rPr>
        <w:fldChar w:fldCharType="end"/>
      </w:r>
      <w:r w:rsidR="009E02CA" w:rsidRPr="0045429A">
        <w:rPr>
          <w:spacing w:val="-3"/>
        </w:rPr>
        <w:t>.</w:t>
      </w:r>
    </w:p>
    <w:p w14:paraId="49455625"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0406A409"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0DCF918A"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 xml:space="preserve">E-kirja teel edastatud teated peetakse </w:t>
      </w:r>
      <w:proofErr w:type="spellStart"/>
      <w:r w:rsidRPr="002E558B">
        <w:rPr>
          <w:spacing w:val="-3"/>
        </w:rPr>
        <w:t>kättesaaduks</w:t>
      </w:r>
      <w:proofErr w:type="spellEnd"/>
      <w:r w:rsidRPr="002E558B">
        <w:rPr>
          <w:spacing w:val="-3"/>
        </w:rPr>
        <w:t xml:space="preserve"> alates teate edastamisele järgnevast tööpäevast.</w:t>
      </w:r>
    </w:p>
    <w:p w14:paraId="6F0F0B4F"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2F31CE09"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24B9FE52"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0E5E5B78"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54E7CF9A"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5C142BF2"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94495BD" w14:textId="77777777" w:rsidTr="005E2123">
        <w:trPr>
          <w:trHeight w:val="230"/>
        </w:trPr>
        <w:tc>
          <w:tcPr>
            <w:tcW w:w="4536" w:type="dxa"/>
          </w:tcPr>
          <w:p w14:paraId="0CE6DD6D"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0FC95167"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02F5CD3F" w14:textId="77777777" w:rsidTr="005E2123">
        <w:trPr>
          <w:trHeight w:val="1097"/>
        </w:trPr>
        <w:tc>
          <w:tcPr>
            <w:tcW w:w="4536" w:type="dxa"/>
          </w:tcPr>
          <w:p w14:paraId="17314BC7" w14:textId="77777777" w:rsidR="00561311" w:rsidRPr="005A3A33" w:rsidRDefault="00561311" w:rsidP="00561311">
            <w:pPr>
              <w:tabs>
                <w:tab w:val="left" w:pos="4320"/>
              </w:tabs>
              <w:jc w:val="both"/>
              <w:rPr>
                <w:spacing w:val="0"/>
              </w:rPr>
            </w:pPr>
            <w:r w:rsidRPr="005A3A33">
              <w:rPr>
                <w:spacing w:val="0"/>
              </w:rPr>
              <w:t>Riigimetsa Majandamise Keskus</w:t>
            </w:r>
          </w:p>
          <w:p w14:paraId="5934DC25" w14:textId="77777777" w:rsidR="002D125D" w:rsidRPr="002D125D" w:rsidRDefault="002D125D" w:rsidP="002D125D">
            <w:pPr>
              <w:tabs>
                <w:tab w:val="left" w:pos="4320"/>
              </w:tabs>
              <w:jc w:val="both"/>
              <w:rPr>
                <w:spacing w:val="0"/>
              </w:rPr>
            </w:pPr>
            <w:proofErr w:type="spellStart"/>
            <w:r w:rsidRPr="002D125D">
              <w:rPr>
                <w:spacing w:val="0"/>
              </w:rPr>
              <w:t>Sagadi</w:t>
            </w:r>
            <w:proofErr w:type="spellEnd"/>
            <w:r w:rsidRPr="002D125D">
              <w:rPr>
                <w:spacing w:val="0"/>
              </w:rPr>
              <w:t xml:space="preserve"> küla, 45403 Haljala vald,</w:t>
            </w:r>
          </w:p>
          <w:p w14:paraId="5BEE62E3" w14:textId="77777777" w:rsidR="00561311" w:rsidRPr="005A3A33" w:rsidRDefault="002D125D" w:rsidP="002D125D">
            <w:pPr>
              <w:tabs>
                <w:tab w:val="left" w:pos="4320"/>
              </w:tabs>
              <w:jc w:val="both"/>
              <w:rPr>
                <w:spacing w:val="0"/>
              </w:rPr>
            </w:pPr>
            <w:r w:rsidRPr="002D125D">
              <w:rPr>
                <w:spacing w:val="0"/>
              </w:rPr>
              <w:t>Lääne-Viru maakond</w:t>
            </w:r>
          </w:p>
          <w:p w14:paraId="63548A6F" w14:textId="77777777" w:rsidR="00561311" w:rsidRPr="005A3A33" w:rsidRDefault="00561311" w:rsidP="00561311">
            <w:pPr>
              <w:tabs>
                <w:tab w:val="left" w:pos="4320"/>
              </w:tabs>
              <w:jc w:val="both"/>
              <w:rPr>
                <w:spacing w:val="0"/>
              </w:rPr>
            </w:pPr>
            <w:r w:rsidRPr="005A3A33">
              <w:rPr>
                <w:spacing w:val="0"/>
              </w:rPr>
              <w:t>Registrikood 70004459</w:t>
            </w:r>
          </w:p>
          <w:p w14:paraId="3D4FBAB6"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36BAB1A8" w14:textId="77777777" w:rsidR="00FF2E0D" w:rsidRPr="005A3A33" w:rsidRDefault="00470DE8" w:rsidP="00561311">
            <w:pPr>
              <w:tabs>
                <w:tab w:val="left" w:pos="4320"/>
              </w:tabs>
              <w:jc w:val="both"/>
              <w:rPr>
                <w:iCs/>
                <w:spacing w:val="0"/>
              </w:rPr>
            </w:pPr>
            <w:r>
              <w:rPr>
                <w:spacing w:val="-3"/>
              </w:rPr>
              <w:t>Nimi</w:t>
            </w:r>
          </w:p>
          <w:p w14:paraId="333E5632" w14:textId="77777777" w:rsidR="00561311" w:rsidRPr="005A3A33" w:rsidRDefault="005E2123" w:rsidP="00561311">
            <w:pPr>
              <w:tabs>
                <w:tab w:val="left" w:pos="4320"/>
              </w:tabs>
              <w:jc w:val="both"/>
              <w:rPr>
                <w:iCs/>
                <w:spacing w:val="0"/>
              </w:rPr>
            </w:pPr>
            <w:r w:rsidRPr="00D21B88">
              <w:rPr>
                <w:spacing w:val="-3"/>
              </w:rPr>
              <w:fldChar w:fldCharType="begin"/>
            </w:r>
            <w:r w:rsidRPr="00D21B88">
              <w:rPr>
                <w:spacing w:val="-3"/>
              </w:rPr>
              <w:instrText>MACROBUTTON NoMacro [</w:instrText>
            </w:r>
            <w:r>
              <w:rPr>
                <w:spacing w:val="-3"/>
              </w:rPr>
              <w:instrText>Ettevõtte postiaadress</w:instrText>
            </w:r>
            <w:r w:rsidRPr="00D21B88">
              <w:rPr>
                <w:spacing w:val="-3"/>
              </w:rPr>
              <w:instrText>]</w:instrText>
            </w:r>
            <w:r w:rsidRPr="00D21B88">
              <w:rPr>
                <w:spacing w:val="-3"/>
              </w:rPr>
              <w:fldChar w:fldCharType="end"/>
            </w:r>
          </w:p>
          <w:p w14:paraId="797D7FAC"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5E2123" w:rsidRPr="00D21B88">
              <w:rPr>
                <w:spacing w:val="-3"/>
              </w:rPr>
              <w:fldChar w:fldCharType="begin"/>
            </w:r>
            <w:r w:rsidR="005E2123">
              <w:rPr>
                <w:spacing w:val="-3"/>
              </w:rPr>
              <w:instrText>MACROBUTTON NoMacro [number</w:instrText>
            </w:r>
            <w:r w:rsidR="005E2123" w:rsidRPr="00D21B88">
              <w:rPr>
                <w:spacing w:val="-3"/>
              </w:rPr>
              <w:instrText>]</w:instrText>
            </w:r>
            <w:r w:rsidR="005E2123" w:rsidRPr="00D21B88">
              <w:rPr>
                <w:spacing w:val="-3"/>
              </w:rPr>
              <w:fldChar w:fldCharType="end"/>
            </w:r>
          </w:p>
          <w:p w14:paraId="5E97DC93" w14:textId="77777777" w:rsidR="00561311" w:rsidRPr="005A3A33" w:rsidRDefault="004A4BF3" w:rsidP="002B4335">
            <w:pPr>
              <w:tabs>
                <w:tab w:val="left" w:pos="4320"/>
              </w:tabs>
              <w:jc w:val="both"/>
              <w:rPr>
                <w:iCs/>
                <w:spacing w:val="0"/>
              </w:rPr>
            </w:pPr>
            <w:r w:rsidRPr="005A3A33">
              <w:rPr>
                <w:spacing w:val="0"/>
                <w:szCs w:val="18"/>
              </w:rPr>
              <w:t xml:space="preserve">Telefon </w:t>
            </w:r>
            <w:r w:rsidR="005E2123" w:rsidRPr="00D21B88">
              <w:rPr>
                <w:spacing w:val="-3"/>
              </w:rPr>
              <w:fldChar w:fldCharType="begin"/>
            </w:r>
            <w:r w:rsidR="005E2123" w:rsidRPr="00D21B88">
              <w:rPr>
                <w:spacing w:val="-3"/>
              </w:rPr>
              <w:instrText>MACROBUTTON NoMacro [telefoni nr]</w:instrText>
            </w:r>
            <w:r w:rsidR="005E2123" w:rsidRPr="00D21B88">
              <w:rPr>
                <w:spacing w:val="-3"/>
              </w:rPr>
              <w:fldChar w:fldCharType="end"/>
            </w:r>
          </w:p>
        </w:tc>
      </w:tr>
      <w:tr w:rsidR="005E2123" w:rsidRPr="005A3A33" w14:paraId="1A3C5BC9" w14:textId="77777777" w:rsidTr="005E2123">
        <w:trPr>
          <w:trHeight w:val="1097"/>
        </w:trPr>
        <w:tc>
          <w:tcPr>
            <w:tcW w:w="4536" w:type="dxa"/>
            <w:vAlign w:val="bottom"/>
          </w:tcPr>
          <w:p w14:paraId="2ACF9532"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89B788D" w14:textId="77777777" w:rsidR="002B4335" w:rsidRPr="003D2132" w:rsidRDefault="002B4335" w:rsidP="002B4335">
            <w:pPr>
              <w:tabs>
                <w:tab w:val="left" w:pos="4320"/>
              </w:tabs>
              <w:rPr>
                <w:spacing w:val="0"/>
              </w:rPr>
            </w:pPr>
          </w:p>
        </w:tc>
        <w:tc>
          <w:tcPr>
            <w:tcW w:w="4464" w:type="dxa"/>
            <w:vAlign w:val="bottom"/>
          </w:tcPr>
          <w:p w14:paraId="7F6CC4CF"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0AC748B1" w14:textId="77777777" w:rsidR="002B4335" w:rsidRPr="00470DE8" w:rsidRDefault="002B4335" w:rsidP="002B4335">
            <w:pPr>
              <w:tabs>
                <w:tab w:val="left" w:pos="4320"/>
              </w:tabs>
              <w:rPr>
                <w:spacing w:val="-3"/>
              </w:rPr>
            </w:pPr>
          </w:p>
        </w:tc>
      </w:tr>
      <w:tr w:rsidR="003D2132" w:rsidRPr="005A3A33" w14:paraId="68EA8C43" w14:textId="77777777" w:rsidTr="003D2132">
        <w:trPr>
          <w:trHeight w:val="340"/>
        </w:trPr>
        <w:tc>
          <w:tcPr>
            <w:tcW w:w="4536" w:type="dxa"/>
            <w:vAlign w:val="bottom"/>
          </w:tcPr>
          <w:p w14:paraId="1899EB50"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c>
          <w:tcPr>
            <w:tcW w:w="4464" w:type="dxa"/>
            <w:vAlign w:val="bottom"/>
          </w:tcPr>
          <w:p w14:paraId="63E525DD"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r>
      <w:tr w:rsidR="003D2132" w:rsidRPr="009603AB" w14:paraId="35113853" w14:textId="77777777" w:rsidTr="003D2132">
        <w:trPr>
          <w:trHeight w:val="340"/>
        </w:trPr>
        <w:tc>
          <w:tcPr>
            <w:tcW w:w="4536" w:type="dxa"/>
            <w:vAlign w:val="bottom"/>
          </w:tcPr>
          <w:p w14:paraId="0913E5A6" w14:textId="77777777" w:rsidR="003D2132" w:rsidRPr="002E558B" w:rsidRDefault="003D2132" w:rsidP="002B4335">
            <w:pPr>
              <w:tabs>
                <w:tab w:val="left" w:pos="4320"/>
              </w:tabs>
              <w:rPr>
                <w:spacing w:val="0"/>
              </w:rPr>
            </w:pPr>
            <w:r w:rsidRPr="002E558B">
              <w:rPr>
                <w:spacing w:val="0"/>
                <w:lang w:val="en-AU"/>
              </w:rPr>
              <w:fldChar w:fldCharType="begin"/>
            </w:r>
            <w:r w:rsidRPr="001023BF">
              <w:rPr>
                <w:spacing w:val="0"/>
              </w:rPr>
              <w:instrText>MACROBUTTON NoMacro [Eesnimi Nimi]</w:instrText>
            </w:r>
            <w:r w:rsidRPr="002E558B">
              <w:rPr>
                <w:spacing w:val="0"/>
              </w:rPr>
              <w:fldChar w:fldCharType="end"/>
            </w:r>
            <w:r w:rsidRPr="002E558B">
              <w:rPr>
                <w:spacing w:val="0"/>
              </w:rPr>
              <w:t xml:space="preserve"> </w:t>
            </w:r>
          </w:p>
        </w:tc>
        <w:tc>
          <w:tcPr>
            <w:tcW w:w="4464" w:type="dxa"/>
            <w:vAlign w:val="bottom"/>
          </w:tcPr>
          <w:p w14:paraId="5B5DB5B8" w14:textId="77777777" w:rsidR="003D2132" w:rsidRPr="002E558B" w:rsidRDefault="003D2132" w:rsidP="002B4335">
            <w:pPr>
              <w:tabs>
                <w:tab w:val="left" w:pos="4320"/>
              </w:tabs>
              <w:rPr>
                <w:spacing w:val="0"/>
              </w:rPr>
            </w:pPr>
            <w:r w:rsidRPr="001023BF">
              <w:rPr>
                <w:spacing w:val="0"/>
                <w:lang w:val="en-AU"/>
              </w:rPr>
              <w:fldChar w:fldCharType="begin"/>
            </w:r>
            <w:r w:rsidRPr="001023BF">
              <w:rPr>
                <w:spacing w:val="0"/>
              </w:rPr>
              <w:instrText>MACROBUTTON NoMacro [Eesnimi Nimi]</w:instrText>
            </w:r>
            <w:r w:rsidRPr="001023BF">
              <w:rPr>
                <w:spacing w:val="0"/>
              </w:rPr>
              <w:fldChar w:fldCharType="end"/>
            </w:r>
          </w:p>
        </w:tc>
      </w:tr>
    </w:tbl>
    <w:p w14:paraId="70AA91E1"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463DC" w14:textId="77777777" w:rsidR="00520976" w:rsidRDefault="00520976">
      <w:r>
        <w:separator/>
      </w:r>
    </w:p>
  </w:endnote>
  <w:endnote w:type="continuationSeparator" w:id="0">
    <w:p w14:paraId="6AF4B5BA" w14:textId="77777777" w:rsidR="00520976" w:rsidRDefault="0052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54E2" w14:textId="77777777" w:rsidR="00520976" w:rsidRDefault="00520976">
      <w:r>
        <w:separator/>
      </w:r>
    </w:p>
  </w:footnote>
  <w:footnote w:type="continuationSeparator" w:id="0">
    <w:p w14:paraId="2EC14AC6" w14:textId="77777777" w:rsidR="00520976" w:rsidRDefault="00520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562D" w14:textId="77777777" w:rsidR="002E5D79" w:rsidRDefault="002E5D79" w:rsidP="002E5D79">
    <w:pPr>
      <w:pStyle w:val="Pis"/>
      <w:rPr>
        <w:b/>
      </w:rPr>
    </w:pPr>
    <w:r>
      <w:rPr>
        <w:b/>
      </w:rPr>
      <w:t xml:space="preserve">Hange: RMK </w:t>
    </w:r>
    <w:proofErr w:type="spellStart"/>
    <w:r>
      <w:rPr>
        <w:b/>
      </w:rPr>
      <w:t>Sagadi</w:t>
    </w:r>
    <w:proofErr w:type="spellEnd"/>
    <w:r>
      <w:rPr>
        <w:b/>
      </w:rPr>
      <w:t xml:space="preserve"> väravahoone ja piirdeaia rekonstrueerimine</w:t>
    </w:r>
  </w:p>
  <w:p w14:paraId="44D1C04F" w14:textId="77777777" w:rsidR="002E5D79" w:rsidRDefault="002E5D79" w:rsidP="002E5D79">
    <w:pPr>
      <w:pStyle w:val="Pis"/>
      <w:rPr>
        <w:b/>
      </w:rPr>
    </w:pPr>
    <w:r>
      <w:rPr>
        <w:b/>
      </w:rPr>
      <w:t>Hanke viitenumber: 279520</w:t>
    </w:r>
  </w:p>
  <w:p w14:paraId="3DCB66DF" w14:textId="6F28A998" w:rsidR="002E5D79" w:rsidRDefault="002E5D79" w:rsidP="002E5D79">
    <w:pPr>
      <w:pStyle w:val="Pis"/>
      <w:rPr>
        <w:b/>
      </w:rPr>
    </w:pPr>
    <w:r>
      <w:rPr>
        <w:b/>
      </w:rPr>
      <w:t>Lisa 3 Töövõtulepingu projekt</w:t>
    </w:r>
  </w:p>
  <w:p w14:paraId="3600BEC9" w14:textId="77777777"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520976">
      <w:rPr>
        <w:rStyle w:val="Lehekljenumber"/>
        <w:noProof/>
        <w:color w:val="808080"/>
        <w:sz w:val="20"/>
        <w:szCs w:val="20"/>
      </w:rPr>
      <w:t>1</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052076530">
    <w:abstractNumId w:val="21"/>
  </w:num>
  <w:num w:numId="2" w16cid:durableId="1251163019">
    <w:abstractNumId w:val="20"/>
  </w:num>
  <w:num w:numId="3" w16cid:durableId="1469085511">
    <w:abstractNumId w:val="3"/>
  </w:num>
  <w:num w:numId="4" w16cid:durableId="1483736309">
    <w:abstractNumId w:val="25"/>
  </w:num>
  <w:num w:numId="5" w16cid:durableId="194126715">
    <w:abstractNumId w:val="16"/>
  </w:num>
  <w:num w:numId="6" w16cid:durableId="1871795916">
    <w:abstractNumId w:val="22"/>
  </w:num>
  <w:num w:numId="7" w16cid:durableId="913590662">
    <w:abstractNumId w:val="12"/>
  </w:num>
  <w:num w:numId="8" w16cid:durableId="1351370490">
    <w:abstractNumId w:val="0"/>
  </w:num>
  <w:num w:numId="9" w16cid:durableId="487747846">
    <w:abstractNumId w:val="19"/>
  </w:num>
  <w:num w:numId="10" w16cid:durableId="774136118">
    <w:abstractNumId w:val="5"/>
  </w:num>
  <w:num w:numId="11" w16cid:durableId="7145587">
    <w:abstractNumId w:val="28"/>
  </w:num>
  <w:num w:numId="12" w16cid:durableId="912130430">
    <w:abstractNumId w:val="13"/>
  </w:num>
  <w:num w:numId="13" w16cid:durableId="1362777821">
    <w:abstractNumId w:val="8"/>
  </w:num>
  <w:num w:numId="14" w16cid:durableId="159279587">
    <w:abstractNumId w:val="27"/>
  </w:num>
  <w:num w:numId="15" w16cid:durableId="2054113771">
    <w:abstractNumId w:val="24"/>
  </w:num>
  <w:num w:numId="16" w16cid:durableId="788283435">
    <w:abstractNumId w:val="9"/>
  </w:num>
  <w:num w:numId="17" w16cid:durableId="537552561">
    <w:abstractNumId w:val="2"/>
  </w:num>
  <w:num w:numId="18" w16cid:durableId="1756899394">
    <w:abstractNumId w:val="17"/>
  </w:num>
  <w:num w:numId="19" w16cid:durableId="496119123">
    <w:abstractNumId w:val="11"/>
  </w:num>
  <w:num w:numId="20" w16cid:durableId="361788614">
    <w:abstractNumId w:val="26"/>
  </w:num>
  <w:num w:numId="21" w16cid:durableId="1964996460">
    <w:abstractNumId w:val="15"/>
  </w:num>
  <w:num w:numId="22" w16cid:durableId="1404139329">
    <w:abstractNumId w:val="18"/>
  </w:num>
  <w:num w:numId="23" w16cid:durableId="2001539681">
    <w:abstractNumId w:val="4"/>
  </w:num>
  <w:num w:numId="24" w16cid:durableId="1719628278">
    <w:abstractNumId w:val="7"/>
  </w:num>
  <w:num w:numId="25" w16cid:durableId="1485900073">
    <w:abstractNumId w:val="1"/>
  </w:num>
  <w:num w:numId="26" w16cid:durableId="140463213">
    <w:abstractNumId w:val="6"/>
  </w:num>
  <w:num w:numId="27" w16cid:durableId="134951663">
    <w:abstractNumId w:val="14"/>
  </w:num>
  <w:num w:numId="28" w16cid:durableId="1290933523">
    <w:abstractNumId w:val="23"/>
  </w:num>
  <w:num w:numId="29" w16cid:durableId="10777046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976"/>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A5D0D"/>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2E5D79"/>
    <w:rsid w:val="003313EF"/>
    <w:rsid w:val="00333E02"/>
    <w:rsid w:val="00334246"/>
    <w:rsid w:val="0034005B"/>
    <w:rsid w:val="00343EBA"/>
    <w:rsid w:val="0034767B"/>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202B2"/>
    <w:rsid w:val="00520976"/>
    <w:rsid w:val="00520B53"/>
    <w:rsid w:val="00524815"/>
    <w:rsid w:val="0052558B"/>
    <w:rsid w:val="00526AE1"/>
    <w:rsid w:val="0053543F"/>
    <w:rsid w:val="005360A5"/>
    <w:rsid w:val="00536DE3"/>
    <w:rsid w:val="00543444"/>
    <w:rsid w:val="00561311"/>
    <w:rsid w:val="00564B84"/>
    <w:rsid w:val="00580820"/>
    <w:rsid w:val="00581B92"/>
    <w:rsid w:val="00584E25"/>
    <w:rsid w:val="00587ED9"/>
    <w:rsid w:val="005A3A33"/>
    <w:rsid w:val="005B2378"/>
    <w:rsid w:val="005B6CCC"/>
    <w:rsid w:val="005B7BA9"/>
    <w:rsid w:val="005C164A"/>
    <w:rsid w:val="005D4A5A"/>
    <w:rsid w:val="005D75BC"/>
    <w:rsid w:val="005E2123"/>
    <w:rsid w:val="005F0DD5"/>
    <w:rsid w:val="005F32F1"/>
    <w:rsid w:val="006034AC"/>
    <w:rsid w:val="00605DC9"/>
    <w:rsid w:val="00610B3B"/>
    <w:rsid w:val="006302B5"/>
    <w:rsid w:val="00641EBD"/>
    <w:rsid w:val="00644EEE"/>
    <w:rsid w:val="00675252"/>
    <w:rsid w:val="00680884"/>
    <w:rsid w:val="006D2CFA"/>
    <w:rsid w:val="006D5CD2"/>
    <w:rsid w:val="006E493A"/>
    <w:rsid w:val="006F36C4"/>
    <w:rsid w:val="00701A6A"/>
    <w:rsid w:val="00713428"/>
    <w:rsid w:val="00727DC2"/>
    <w:rsid w:val="007314CF"/>
    <w:rsid w:val="00740B81"/>
    <w:rsid w:val="00742BF5"/>
    <w:rsid w:val="00747DAF"/>
    <w:rsid w:val="00764277"/>
    <w:rsid w:val="007660CE"/>
    <w:rsid w:val="007741C1"/>
    <w:rsid w:val="00780F2A"/>
    <w:rsid w:val="0079313F"/>
    <w:rsid w:val="007A2FCE"/>
    <w:rsid w:val="007A541D"/>
    <w:rsid w:val="007B7BB4"/>
    <w:rsid w:val="0080599F"/>
    <w:rsid w:val="008145C3"/>
    <w:rsid w:val="00817E41"/>
    <w:rsid w:val="008235A5"/>
    <w:rsid w:val="008319DC"/>
    <w:rsid w:val="00833639"/>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25DB6"/>
    <w:rsid w:val="009311E2"/>
    <w:rsid w:val="009325FD"/>
    <w:rsid w:val="00933BFC"/>
    <w:rsid w:val="00954F57"/>
    <w:rsid w:val="009603AB"/>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10C2D"/>
    <w:rsid w:val="00C30F0E"/>
    <w:rsid w:val="00C426B9"/>
    <w:rsid w:val="00C448C0"/>
    <w:rsid w:val="00C47C61"/>
    <w:rsid w:val="00CA1F35"/>
    <w:rsid w:val="00CA2B5D"/>
    <w:rsid w:val="00CA7555"/>
    <w:rsid w:val="00CB0E41"/>
    <w:rsid w:val="00CC3F43"/>
    <w:rsid w:val="00CF2C51"/>
    <w:rsid w:val="00CF2D96"/>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373C8"/>
    <w:rsid w:val="00E66062"/>
    <w:rsid w:val="00E71096"/>
    <w:rsid w:val="00E71C8B"/>
    <w:rsid w:val="00E768F7"/>
    <w:rsid w:val="00EB6921"/>
    <w:rsid w:val="00EC1837"/>
    <w:rsid w:val="00EC39BF"/>
    <w:rsid w:val="00ED074F"/>
    <w:rsid w:val="00EF41D6"/>
    <w:rsid w:val="00F16BE3"/>
    <w:rsid w:val="00F238C2"/>
    <w:rsid w:val="00F26104"/>
    <w:rsid w:val="00F343EA"/>
    <w:rsid w:val="00F421B5"/>
    <w:rsid w:val="00F57EA5"/>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023A1"/>
  <w15:docId w15:val="{82347EA9-BB94-480B-A249-FD0F6A4B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character" w:customStyle="1" w:styleId="PisMrk">
    <w:name w:val="Päis Märk"/>
    <w:basedOn w:val="Liguvaikefont"/>
    <w:link w:val="Pis"/>
    <w:uiPriority w:val="99"/>
    <w:rsid w:val="002E5D79"/>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BE420-5029-4F58-9D8A-D4CE30F13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TÖÖVÕTULEPING.dotx</Template>
  <TotalTime>1</TotalTime>
  <Pages>9</Pages>
  <Words>3003</Words>
  <Characters>23090</Characters>
  <Application>Microsoft Office Word</Application>
  <DocSecurity>0</DocSecurity>
  <Lines>192</Lines>
  <Paragraphs>52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Maarja-Viorika Vasko</cp:lastModifiedBy>
  <cp:revision>4</cp:revision>
  <cp:lastPrinted>2012-01-19T11:15:00Z</cp:lastPrinted>
  <dcterms:created xsi:type="dcterms:W3CDTF">2024-05-14T12:06:00Z</dcterms:created>
  <dcterms:modified xsi:type="dcterms:W3CDTF">2024-05-16T10:05:00Z</dcterms:modified>
</cp:coreProperties>
</file>